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4B" w:rsidRDefault="00E43E4B">
      <w:pPr>
        <w:pStyle w:val="Title"/>
      </w:pPr>
      <w:r>
        <w:t>Lesson Plan Template</w:t>
      </w:r>
    </w:p>
    <w:p w:rsidR="00E43E4B" w:rsidRDefault="00E43E4B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 xml:space="preserve">Breakthrough </w:t>
      </w:r>
      <w:smartTag w:uri="urn:schemas-microsoft-com:office:smarttags" w:element="place">
        <w:smartTag w:uri="urn:schemas-microsoft-com:office:smarttags" w:element="City">
          <w:r>
            <w:rPr>
              <w:rFonts w:ascii="Trebuchet MS" w:hAnsi="Trebuchet MS"/>
            </w:rPr>
            <w:t>Denver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E43E4B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3E4B" w:rsidRDefault="00E43E4B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E43E4B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E43E4B" w:rsidRPr="00B24445" w:rsidRDefault="00E43E4B">
            <w:pPr>
              <w:rPr>
                <w:rFonts w:ascii="Trebuchet MS" w:hAnsi="Trebuchet MS"/>
                <w:sz w:val="28"/>
                <w:szCs w:val="28"/>
              </w:rPr>
            </w:pPr>
            <w:r w:rsidRPr="00B24445">
              <w:rPr>
                <w:rFonts w:ascii="Trebuchet MS" w:hAnsi="Trebuchet MS"/>
                <w:color w:val="76923C"/>
                <w:sz w:val="28"/>
                <w:szCs w:val="28"/>
              </w:rPr>
              <w:t xml:space="preserve">Website: </w:t>
            </w:r>
            <w:hyperlink r:id="rId5" w:history="1">
              <w:r w:rsidRPr="00B24445">
                <w:rPr>
                  <w:rStyle w:val="Hyperlink"/>
                  <w:rFonts w:ascii="Trebuchet MS" w:hAnsi="Trebuchet MS"/>
                  <w:sz w:val="28"/>
                  <w:szCs w:val="28"/>
                </w:rPr>
                <w:t>http://sunshine.chpc.utah.edu/javalabs/java12/fnm/act1/lab.htm</w:t>
              </w:r>
            </w:hyperlink>
          </w:p>
          <w:p w:rsidR="00E43E4B" w:rsidRPr="00B24445" w:rsidRDefault="00E43E4B">
            <w:pPr>
              <w:rPr>
                <w:rFonts w:ascii="Trebuchet MS" w:hAnsi="Trebuchet MS"/>
                <w:color w:val="76923C"/>
                <w:sz w:val="28"/>
              </w:rPr>
            </w:pP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E43E4B" w:rsidRPr="00041720" w:rsidRDefault="00E43E4B">
            <w:pPr>
              <w:rPr>
                <w:rFonts w:ascii="Trebuchet MS" w:hAnsi="Trebuchet MS"/>
                <w:color w:val="76923C"/>
                <w:sz w:val="28"/>
              </w:rPr>
            </w:pPr>
          </w:p>
        </w:tc>
        <w:tc>
          <w:tcPr>
            <w:tcW w:w="4872" w:type="dxa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E43E4B" w:rsidRDefault="00E43E4B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Do Now(15 minutes)</w:t>
            </w:r>
          </w:p>
          <w:p w:rsidR="00E43E4B" w:rsidRDefault="00E43E4B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Teaching(10 minutes)</w:t>
            </w:r>
          </w:p>
          <w:p w:rsidR="00E43E4B" w:rsidRPr="0081102B" w:rsidRDefault="00E43E4B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Practice(20 minutes)</w:t>
            </w:r>
          </w:p>
          <w:p w:rsidR="00E43E4B" w:rsidRPr="008136CF" w:rsidRDefault="00E43E4B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Homework(5 minutes)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3E4B" w:rsidRDefault="00E43E4B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</w:tcPr>
          <w:p w:rsidR="00E43E4B" w:rsidRPr="00B24445" w:rsidRDefault="00E43E4B" w:rsidP="00C47626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Practice calculating speed by completing the interactive lab on the screen</w:t>
            </w:r>
          </w:p>
        </w:tc>
      </w:tr>
      <w:tr w:rsidR="00E43E4B">
        <w:trPr>
          <w:cantSplit/>
        </w:trPr>
        <w:tc>
          <w:tcPr>
            <w:tcW w:w="7308" w:type="dxa"/>
            <w:gridSpan w:val="3"/>
          </w:tcPr>
          <w:p w:rsidR="00E43E4B" w:rsidRDefault="00E43E4B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Continue practicing writing a Hypothesis</w:t>
            </w:r>
          </w:p>
          <w:p w:rsidR="00E43E4B" w:rsidRDefault="00E43E4B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Learn Independent and Dependent variables</w:t>
            </w:r>
          </w:p>
          <w:p w:rsidR="00E43E4B" w:rsidRPr="00AF67E4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AF67E4">
              <w:rPr>
                <w:rFonts w:ascii="Trebuchet MS" w:hAnsi="Trebuchet MS"/>
                <w:color w:val="FF0000"/>
                <w:sz w:val="28"/>
              </w:rPr>
              <w:t>Should be more specific.</w:t>
            </w:r>
          </w:p>
          <w:p w:rsidR="00E43E4B" w:rsidRPr="00AF67E4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AF67E4">
              <w:rPr>
                <w:rFonts w:ascii="Trebuchet MS" w:hAnsi="Trebuchet MS"/>
                <w:color w:val="FF0000"/>
                <w:sz w:val="28"/>
              </w:rPr>
              <w:t>What will Students be able to do?</w:t>
            </w:r>
          </w:p>
          <w:p w:rsidR="00E43E4B" w:rsidRPr="00AF67E4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AF67E4">
              <w:rPr>
                <w:rFonts w:ascii="Trebuchet MS" w:hAnsi="Trebuchet MS"/>
                <w:color w:val="FF0000"/>
                <w:sz w:val="28"/>
              </w:rPr>
              <w:t>Identify the independent variable given a hypothesis?</w:t>
            </w:r>
          </w:p>
          <w:p w:rsidR="00E43E4B" w:rsidRDefault="00E43E4B" w:rsidP="002373DE">
            <w:pPr>
              <w:rPr>
                <w:rFonts w:ascii="Trebuchet MS" w:hAnsi="Trebuchet MS"/>
                <w:color w:val="76923C"/>
                <w:sz w:val="28"/>
              </w:rPr>
            </w:pPr>
          </w:p>
          <w:p w:rsidR="00E43E4B" w:rsidRPr="00B24445" w:rsidRDefault="00E43E4B" w:rsidP="002373DE">
            <w:pPr>
              <w:rPr>
                <w:rFonts w:ascii="Trebuchet MS" w:hAnsi="Trebuchet MS"/>
                <w:color w:val="76923C"/>
                <w:sz w:val="28"/>
              </w:rPr>
            </w:pPr>
          </w:p>
        </w:tc>
        <w:tc>
          <w:tcPr>
            <w:tcW w:w="7308" w:type="dxa"/>
            <w:gridSpan w:val="2"/>
          </w:tcPr>
          <w:p w:rsidR="00E43E4B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Pr="003D2378">
              <w:rPr>
                <w:rFonts w:ascii="Trebuchet MS" w:hAnsi="Trebuchet MS"/>
                <w:color w:val="76923C"/>
                <w:sz w:val="28"/>
              </w:rPr>
              <w:t>Identify the independent and dependent variable</w:t>
            </w:r>
            <w:r>
              <w:rPr>
                <w:rFonts w:ascii="Trebuchet MS" w:hAnsi="Trebuchet MS"/>
                <w:color w:val="76923C"/>
                <w:sz w:val="28"/>
              </w:rPr>
              <w:t xml:space="preserve"> </w:t>
            </w:r>
            <w:r w:rsidRPr="00AF67E4">
              <w:rPr>
                <w:rFonts w:ascii="Trebuchet MS" w:hAnsi="Trebuchet MS"/>
                <w:color w:val="FF0000"/>
                <w:sz w:val="28"/>
              </w:rPr>
              <w:t>given a hypothesis or an experiment</w:t>
            </w:r>
            <w:r>
              <w:rPr>
                <w:rFonts w:ascii="Trebuchet MS" w:hAnsi="Trebuchet MS"/>
                <w:color w:val="FF0000"/>
                <w:sz w:val="28"/>
              </w:rPr>
              <w:t>?</w:t>
            </w:r>
          </w:p>
          <w:p w:rsidR="00E43E4B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E43E4B" w:rsidRDefault="00E43E4B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FF0000"/>
                <w:sz w:val="28"/>
              </w:rPr>
              <w:t>Your instruction is abou defining not identifying.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E43E4B" w:rsidRDefault="00E43E4B" w:rsidP="0073491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 </w:t>
            </w:r>
            <w:r>
              <w:rPr>
                <w:rFonts w:ascii="Trebuchet MS" w:hAnsi="Trebuchet MS"/>
                <w:color w:val="76923C"/>
                <w:sz w:val="28"/>
              </w:rPr>
              <w:t xml:space="preserve">Understanding dependent and independent variables and being able create an experiment is an important science skill. Why? </w:t>
            </w:r>
            <w:r>
              <w:rPr>
                <w:rFonts w:ascii="Trebuchet MS" w:hAnsi="Trebuchet MS"/>
                <w:color w:val="FF0000"/>
                <w:sz w:val="28"/>
              </w:rPr>
              <w:t>To desig</w:t>
            </w:r>
            <w:r w:rsidRPr="00AF67E4">
              <w:rPr>
                <w:rFonts w:ascii="Trebuchet MS" w:hAnsi="Trebuchet MS"/>
                <w:color w:val="FF0000"/>
                <w:sz w:val="28"/>
              </w:rPr>
              <w:t>n a good experiment, we need to only have one independent variable and one dependent variable. If I am measuring the effect of wearing Nike HiTop 3456s have on vertical leap. I need to use the same kid and different sneakers. Otherwise, if I use more than one kid, I wouldn’t be only be testing the shoe I would also be testing the kid.   Also, if I tested how many times they could jump instead of just how high, I would be testing something else as well.  Experiments need to be clean and to be clean you need one indep. And one dependent variable.</w:t>
            </w:r>
            <w:r>
              <w:rPr>
                <w:rFonts w:ascii="Trebuchet MS" w:hAnsi="Trebuchet MS"/>
                <w:color w:val="76923C"/>
                <w:sz w:val="28"/>
              </w:rPr>
              <w:t xml:space="preserve"> </w:t>
            </w:r>
          </w:p>
          <w:p w:rsidR="00E43E4B" w:rsidRPr="00A60A0D" w:rsidRDefault="00E43E4B" w:rsidP="0073491E">
            <w:pPr>
              <w:rPr>
                <w:rFonts w:ascii="Trebuchet MS" w:hAnsi="Trebuchet MS"/>
                <w:color w:val="76923C"/>
                <w:sz w:val="28"/>
              </w:rPr>
            </w:pP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3E4B" w:rsidRDefault="00E43E4B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003E93" w:rsidRDefault="00E43E4B" w:rsidP="00003E93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1: </w:t>
            </w:r>
            <w:r>
              <w:rPr>
                <w:rFonts w:ascii="Trebuchet MS" w:hAnsi="Trebuchet MS"/>
                <w:color w:val="E36C0A"/>
                <w:sz w:val="28"/>
              </w:rPr>
              <w:t>Introduce variables</w:t>
            </w:r>
          </w:p>
        </w:tc>
        <w:tc>
          <w:tcPr>
            <w:tcW w:w="12180" w:type="dxa"/>
            <w:gridSpan w:val="4"/>
          </w:tcPr>
          <w:p w:rsidR="00E43E4B" w:rsidRPr="00855286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In order to create a successful experiment you have to think about what variables affect the </w:t>
            </w:r>
            <w:r w:rsidRPr="00855286">
              <w:rPr>
                <w:rFonts w:ascii="Trebuchet MS" w:hAnsi="Trebuchet MS"/>
                <w:color w:val="E36C0A"/>
                <w:sz w:val="28"/>
                <w:szCs w:val="28"/>
              </w:rPr>
              <w:t>lab.</w:t>
            </w:r>
            <w:r w:rsidRPr="00855286">
              <w:rPr>
                <w:rStyle w:val="apple-converted-space"/>
                <w:rFonts w:ascii="Trebuchet MS" w:hAnsi="Trebuchet MS"/>
                <w:color w:val="E36C0A"/>
                <w:sz w:val="28"/>
                <w:szCs w:val="28"/>
              </w:rPr>
              <w:t> </w:t>
            </w:r>
            <w:r w:rsidRPr="00855286">
              <w:rPr>
                <w:rStyle w:val="apple-style-span"/>
                <w:rFonts w:ascii="Trebuchet MS" w:hAnsi="Trebuchet MS"/>
                <w:color w:val="E36C0A"/>
                <w:sz w:val="28"/>
                <w:szCs w:val="28"/>
              </w:rPr>
              <w:t>A variable is any factor, trait, or condition that can exist in differing amounts or types</w:t>
            </w:r>
          </w:p>
          <w:p w:rsidR="00E43E4B" w:rsidRPr="00C3236B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Pr="00E748E7">
              <w:rPr>
                <w:rFonts w:ascii="Trebuchet MS" w:hAnsi="Trebuchet MS"/>
                <w:color w:val="E36C0A"/>
                <w:sz w:val="28"/>
              </w:rPr>
              <w:t>Definition on the Science Word Wall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 w:rsidRPr="008A2C5B">
              <w:rPr>
                <w:rFonts w:ascii="Trebuchet MS" w:hAnsi="Trebuchet MS"/>
                <w:color w:val="E36C0A"/>
                <w:sz w:val="28"/>
              </w:rPr>
              <w:t>Repeat the definition of variables</w:t>
            </w:r>
          </w:p>
          <w:p w:rsidR="00E43E4B" w:rsidRPr="00AF67E4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  <w:p w:rsidR="00E43E4B" w:rsidRPr="00C3236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 w:rsidRPr="00AF67E4">
              <w:rPr>
                <w:rFonts w:ascii="Trebuchet MS" w:hAnsi="Trebuchet MS"/>
                <w:color w:val="FF0000"/>
                <w:sz w:val="28"/>
              </w:rPr>
              <w:t>See above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003E93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2: </w:t>
            </w:r>
            <w:r>
              <w:rPr>
                <w:rFonts w:ascii="Trebuchet MS" w:hAnsi="Trebuchet MS"/>
                <w:color w:val="E36C0A"/>
                <w:sz w:val="28"/>
              </w:rPr>
              <w:t>Define Independent Variable</w:t>
            </w:r>
          </w:p>
        </w:tc>
        <w:tc>
          <w:tcPr>
            <w:tcW w:w="12180" w:type="dxa"/>
            <w:gridSpan w:val="4"/>
          </w:tcPr>
          <w:p w:rsidR="00E43E4B" w:rsidRPr="00E748E7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There are three kinds of variables; Independent, Dependent, and Controlled. The first kind of a variable is the Independent Variable- </w:t>
            </w:r>
            <w:r w:rsidRPr="0014505C">
              <w:rPr>
                <w:rFonts w:ascii="Trebuchet MS" w:hAnsi="Trebuchet MS"/>
                <w:color w:val="E36C0A"/>
                <w:sz w:val="28"/>
              </w:rPr>
              <w:t>the one that is changed by the scientist</w:t>
            </w:r>
            <w:r>
              <w:rPr>
                <w:rFonts w:ascii="Trebuchet MS" w:hAnsi="Trebuchet MS"/>
                <w:color w:val="E36C0A"/>
                <w:sz w:val="28"/>
              </w:rPr>
              <w:t>, only one independent variable in an experiment</w:t>
            </w:r>
          </w:p>
          <w:p w:rsidR="00E43E4B" w:rsidRPr="00300A22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Pr="008A2C5B">
              <w:rPr>
                <w:rFonts w:ascii="Trebuchet MS" w:hAnsi="Trebuchet MS"/>
                <w:color w:val="E36C0A"/>
                <w:sz w:val="28"/>
              </w:rPr>
              <w:t>Definition on the Science Word Wall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 w:rsidRPr="008A2C5B">
              <w:rPr>
                <w:rFonts w:ascii="Trebuchet MS" w:hAnsi="Trebuchet MS"/>
                <w:color w:val="E36C0A"/>
                <w:sz w:val="28"/>
              </w:rPr>
              <w:t>Repeat the definition of independent variables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</w:p>
          <w:p w:rsidR="00E43E4B" w:rsidRPr="00AF67E4" w:rsidRDefault="00E43E4B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AF67E4">
              <w:rPr>
                <w:rFonts w:ascii="Trebuchet MS" w:hAnsi="Trebuchet MS"/>
                <w:color w:val="FF0000"/>
                <w:sz w:val="28"/>
              </w:rPr>
              <w:t>You should have some evidence here of how you will define for kids to understand. Evidence that you have come up with wordings that kids can latch onto.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</w:p>
          <w:p w:rsidR="00E43E4B" w:rsidRPr="00300A22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003E93" w:rsidRDefault="00E43E4B" w:rsidP="00AF1330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3: </w:t>
            </w:r>
            <w:r>
              <w:rPr>
                <w:rFonts w:ascii="Trebuchet MS" w:hAnsi="Trebuchet MS"/>
                <w:color w:val="E36C0A"/>
                <w:sz w:val="28"/>
              </w:rPr>
              <w:t>Define Dependent variable</w:t>
            </w:r>
          </w:p>
        </w:tc>
        <w:tc>
          <w:tcPr>
            <w:tcW w:w="12180" w:type="dxa"/>
            <w:gridSpan w:val="4"/>
          </w:tcPr>
          <w:p w:rsidR="00E43E4B" w:rsidRPr="00300A22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 w:rsidRPr="004C4BEB">
              <w:rPr>
                <w:rFonts w:ascii="Trebuchet MS" w:hAnsi="Trebuchet MS"/>
                <w:color w:val="E36C0A"/>
                <w:sz w:val="28"/>
              </w:rPr>
              <w:t xml:space="preserve">The next kind of variables are dependent variables; </w:t>
            </w:r>
            <w:r>
              <w:rPr>
                <w:rFonts w:ascii="Trebuchet MS" w:hAnsi="Trebuchet MS"/>
                <w:color w:val="E36C0A"/>
                <w:sz w:val="28"/>
              </w:rPr>
              <w:t>dependent variables are the ones that change based off of the changes of the independent variables</w:t>
            </w:r>
          </w:p>
          <w:p w:rsidR="00E43E4B" w:rsidRDefault="00E43E4B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Pr="008523B5">
              <w:rPr>
                <w:rFonts w:ascii="Trebuchet MS" w:hAnsi="Trebuchet MS"/>
                <w:color w:val="E36C0A"/>
                <w:sz w:val="28"/>
              </w:rPr>
              <w:t>Definition on the Science Word Wall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 w:rsidRPr="008523B5">
              <w:rPr>
                <w:rFonts w:ascii="Trebuchet MS" w:hAnsi="Trebuchet MS"/>
                <w:color w:val="E36C0A"/>
                <w:sz w:val="28"/>
              </w:rPr>
              <w:t>Repeat the definition</w:t>
            </w:r>
          </w:p>
          <w:p w:rsidR="00E43E4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</w:p>
          <w:p w:rsidR="00E43E4B" w:rsidRPr="00E207BB" w:rsidRDefault="00E43E4B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color w:val="E36C0A"/>
                <w:sz w:val="28"/>
              </w:rPr>
              <w:t xml:space="preserve">Same here. 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003E93" w:rsidRDefault="00E43E4B" w:rsidP="00AF1330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E43E4B" w:rsidRPr="00C2122F" w:rsidRDefault="00E43E4B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003E93" w:rsidRDefault="00E43E4B" w:rsidP="00B1623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  <w:shd w:val="pct30" w:color="auto" w:fill="FFFFFF"/>
          </w:tcPr>
          <w:p w:rsidR="00E43E4B" w:rsidRDefault="00E43E4B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3E4B" w:rsidRDefault="00E43E4B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  <w:r>
              <w:rPr>
                <w:rFonts w:ascii="Trebuchet MS" w:hAnsi="Trebuchet MS"/>
                <w:color w:val="365F91"/>
                <w:sz w:val="28"/>
              </w:rPr>
              <w:t>5</w:t>
            </w:r>
            <w:r w:rsidRPr="00AF1330">
              <w:rPr>
                <w:rFonts w:ascii="Trebuchet MS" w:hAnsi="Trebuchet MS"/>
                <w:color w:val="365F91"/>
                <w:sz w:val="28"/>
              </w:rPr>
              <w:t xml:space="preserve"> minutes</w:t>
            </w:r>
          </w:p>
          <w:p w:rsidR="00E43E4B" w:rsidRPr="00904F52" w:rsidRDefault="00E43E4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</w:p>
          <w:p w:rsidR="00E43E4B" w:rsidRPr="00AF1330" w:rsidRDefault="00E43E4B" w:rsidP="002373DE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  <w:r>
              <w:rPr>
                <w:rFonts w:ascii="Trebuchet MS" w:hAnsi="Trebuchet MS"/>
                <w:color w:val="365F91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E43E4B" w:rsidRPr="00163325" w:rsidRDefault="00E43E4B" w:rsidP="00163325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 xml:space="preserve">Use the question that the class  made a hypothesis for the day before and identify the independent variable 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Pr="00AF1330" w:rsidRDefault="00E43E4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  <w:r>
              <w:rPr>
                <w:rFonts w:ascii="Trebuchet MS" w:hAnsi="Trebuchet MS"/>
                <w:color w:val="365F91"/>
                <w:sz w:val="28"/>
              </w:rPr>
              <w:t>5 minutes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</w:p>
          <w:p w:rsidR="00E43E4B" w:rsidRPr="00AF1330" w:rsidRDefault="00E43E4B" w:rsidP="002373DE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  <w:r>
              <w:rPr>
                <w:rFonts w:ascii="Trebuchet MS" w:hAnsi="Trebuchet MS"/>
                <w:color w:val="365F91"/>
                <w:sz w:val="28"/>
              </w:rPr>
              <w:t>Individual</w:t>
            </w:r>
          </w:p>
        </w:tc>
        <w:tc>
          <w:tcPr>
            <w:tcW w:w="12180" w:type="dxa"/>
            <w:gridSpan w:val="4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E43E4B" w:rsidRPr="00F52CC0" w:rsidRDefault="00E43E4B" w:rsidP="00163325">
            <w:pPr>
              <w:rPr>
                <w:rFonts w:ascii="Trebuchet MS" w:hAnsi="Trebuchet MS"/>
                <w:color w:val="31849B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Use the question that the class  made a hypothesis for the day before and identify the dependent variable</w:t>
            </w:r>
          </w:p>
        </w:tc>
      </w:tr>
      <w:tr w:rsidR="00E43E4B">
        <w:trPr>
          <w:cantSplit/>
        </w:trPr>
        <w:tc>
          <w:tcPr>
            <w:tcW w:w="2436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E43E4B">
        <w:trPr>
          <w:cantSplit/>
        </w:trPr>
        <w:tc>
          <w:tcPr>
            <w:tcW w:w="2436" w:type="dxa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E43E4B" w:rsidRDefault="00E43E4B">
            <w:pPr>
              <w:pStyle w:val="Heading3"/>
            </w:pPr>
            <w:r>
              <w:t>Example 4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3E4B" w:rsidRDefault="00E43E4B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E43E4B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Find the independent and dependent variable  in the Independent vs. Dependent variable SpongeBob sheet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E43E4B" w:rsidRPr="00A0200F" w:rsidRDefault="00E43E4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Get three of the examples right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E43E4B" w:rsidRDefault="00E43E4B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  <w:p w:rsidR="00E43E4B" w:rsidRPr="00A60A0D" w:rsidRDefault="00E43E4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For the Questions and Hypotheses that you wrote for homework the day before come up with an experiment with independent and dependent variables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E43E4B" w:rsidRDefault="00E43E4B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E43E4B">
        <w:trPr>
          <w:cantSplit/>
        </w:trPr>
        <w:tc>
          <w:tcPr>
            <w:tcW w:w="14616" w:type="dxa"/>
            <w:gridSpan w:val="5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  <w:p w:rsidR="00E43E4B" w:rsidRDefault="00E43E4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E43E4B" w:rsidRDefault="00E43E4B">
      <w:pPr>
        <w:rPr>
          <w:rFonts w:ascii="Trebuchet MS" w:hAnsi="Trebuchet MS"/>
          <w:sz w:val="28"/>
        </w:rPr>
      </w:pPr>
    </w:p>
    <w:p w:rsidR="00E43E4B" w:rsidRDefault="00E43E4B">
      <w:pPr>
        <w:rPr>
          <w:rFonts w:ascii="Trebuchet MS" w:hAnsi="Trebuchet MS"/>
          <w:sz w:val="28"/>
        </w:rPr>
      </w:pPr>
    </w:p>
    <w:p w:rsidR="00E43E4B" w:rsidRDefault="00E43E4B">
      <w:pPr>
        <w:rPr>
          <w:rFonts w:ascii="Trebuchet MS" w:hAnsi="Trebuchet MS"/>
          <w:sz w:val="28"/>
        </w:rPr>
      </w:pPr>
    </w:p>
    <w:p w:rsidR="00E43E4B" w:rsidRDefault="00E43E4B">
      <w:pPr>
        <w:rPr>
          <w:rFonts w:ascii="Trebuchet MS" w:hAnsi="Trebuchet MS"/>
          <w:sz w:val="28"/>
        </w:rPr>
      </w:pPr>
    </w:p>
    <w:p w:rsidR="00E43E4B" w:rsidRDefault="00E43E4B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E43E4B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E43E4B" w:rsidRDefault="00E43E4B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E43E4B">
        <w:trPr>
          <w:trHeight w:val="4922"/>
        </w:trPr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</w:tr>
      <w:tr w:rsidR="00E43E4B">
        <w:trPr>
          <w:trHeight w:val="5021"/>
        </w:trPr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E43E4B" w:rsidRDefault="00E43E4B">
            <w:pPr>
              <w:rPr>
                <w:rFonts w:ascii="Trebuchet MS" w:hAnsi="Trebuchet MS"/>
                <w:sz w:val="28"/>
              </w:rPr>
            </w:pPr>
          </w:p>
        </w:tc>
      </w:tr>
    </w:tbl>
    <w:p w:rsidR="00E43E4B" w:rsidRDefault="00E43E4B">
      <w:pPr>
        <w:rPr>
          <w:rFonts w:ascii="Trebuchet MS" w:hAnsi="Trebuchet MS"/>
          <w:sz w:val="28"/>
        </w:rPr>
      </w:pPr>
    </w:p>
    <w:sectPr w:rsidR="00E43E4B" w:rsidSect="00413EF8">
      <w:pgSz w:w="15840" w:h="12240" w:orient="landscape" w:code="1"/>
      <w:pgMar w:top="81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03E93"/>
    <w:rsid w:val="00023934"/>
    <w:rsid w:val="00041720"/>
    <w:rsid w:val="0004597A"/>
    <w:rsid w:val="000C0866"/>
    <w:rsid w:val="000F0288"/>
    <w:rsid w:val="000F1E9B"/>
    <w:rsid w:val="00111F0A"/>
    <w:rsid w:val="0013075A"/>
    <w:rsid w:val="00144F86"/>
    <w:rsid w:val="0014505C"/>
    <w:rsid w:val="00163325"/>
    <w:rsid w:val="00166D57"/>
    <w:rsid w:val="0019082F"/>
    <w:rsid w:val="001E5689"/>
    <w:rsid w:val="002373DE"/>
    <w:rsid w:val="00300A22"/>
    <w:rsid w:val="00330577"/>
    <w:rsid w:val="003776EF"/>
    <w:rsid w:val="003D2378"/>
    <w:rsid w:val="003D2FCA"/>
    <w:rsid w:val="00413EF8"/>
    <w:rsid w:val="0044411E"/>
    <w:rsid w:val="004629CA"/>
    <w:rsid w:val="004776F4"/>
    <w:rsid w:val="00477BC0"/>
    <w:rsid w:val="004C4BEB"/>
    <w:rsid w:val="005230C8"/>
    <w:rsid w:val="00543A53"/>
    <w:rsid w:val="00617380"/>
    <w:rsid w:val="006336BB"/>
    <w:rsid w:val="006627ED"/>
    <w:rsid w:val="006D12DF"/>
    <w:rsid w:val="0073491E"/>
    <w:rsid w:val="007C0903"/>
    <w:rsid w:val="0081102B"/>
    <w:rsid w:val="008136CF"/>
    <w:rsid w:val="008523B5"/>
    <w:rsid w:val="00855286"/>
    <w:rsid w:val="008A2C5B"/>
    <w:rsid w:val="00904F52"/>
    <w:rsid w:val="009345F7"/>
    <w:rsid w:val="00951718"/>
    <w:rsid w:val="00A0200F"/>
    <w:rsid w:val="00A21516"/>
    <w:rsid w:val="00A3473E"/>
    <w:rsid w:val="00A60A0D"/>
    <w:rsid w:val="00AB586D"/>
    <w:rsid w:val="00AD7CFC"/>
    <w:rsid w:val="00AF1330"/>
    <w:rsid w:val="00AF67E4"/>
    <w:rsid w:val="00B1623E"/>
    <w:rsid w:val="00B24445"/>
    <w:rsid w:val="00BD3A19"/>
    <w:rsid w:val="00BF44AF"/>
    <w:rsid w:val="00C2122F"/>
    <w:rsid w:val="00C24F1E"/>
    <w:rsid w:val="00C30B43"/>
    <w:rsid w:val="00C3236B"/>
    <w:rsid w:val="00C47626"/>
    <w:rsid w:val="00C625A8"/>
    <w:rsid w:val="00CA45C8"/>
    <w:rsid w:val="00D825AF"/>
    <w:rsid w:val="00D847DB"/>
    <w:rsid w:val="00DC0F8D"/>
    <w:rsid w:val="00E207BB"/>
    <w:rsid w:val="00E43E4B"/>
    <w:rsid w:val="00E709A2"/>
    <w:rsid w:val="00E72AD5"/>
    <w:rsid w:val="00E748E7"/>
    <w:rsid w:val="00EB256F"/>
    <w:rsid w:val="00EC2763"/>
    <w:rsid w:val="00EC4449"/>
    <w:rsid w:val="00EE09E4"/>
    <w:rsid w:val="00EF4223"/>
    <w:rsid w:val="00F25FBA"/>
    <w:rsid w:val="00F44A30"/>
    <w:rsid w:val="00F5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sz w:val="20"/>
      <w:szCs w:val="20"/>
      <w:lang w:bidi="he-I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242"/>
    <w:rPr>
      <w:rFonts w:asciiTheme="majorHAnsi" w:eastAsiaTheme="majorEastAsia" w:hAnsiTheme="majorHAnsi" w:cstheme="majorBidi"/>
      <w:b/>
      <w:bCs/>
      <w:kern w:val="32"/>
      <w:sz w:val="32"/>
      <w:szCs w:val="32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242"/>
    <w:rPr>
      <w:rFonts w:asciiTheme="majorHAnsi" w:eastAsiaTheme="majorEastAsia" w:hAnsiTheme="majorHAnsi" w:cstheme="majorBidi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242"/>
    <w:rPr>
      <w:rFonts w:asciiTheme="majorHAnsi" w:eastAsiaTheme="majorEastAsia" w:hAnsiTheme="majorHAnsi" w:cstheme="majorBidi"/>
      <w:b/>
      <w:bCs/>
      <w:sz w:val="26"/>
      <w:szCs w:val="26"/>
      <w:lang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242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paragraph" w:styleId="Title">
    <w:name w:val="Title"/>
    <w:basedOn w:val="Normal"/>
    <w:link w:val="TitleChar"/>
    <w:uiPriority w:val="99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DB2242"/>
    <w:rPr>
      <w:rFonts w:asciiTheme="majorHAnsi" w:eastAsiaTheme="majorEastAsia" w:hAnsiTheme="majorHAnsi" w:cstheme="majorBidi"/>
      <w:b/>
      <w:bCs/>
      <w:kern w:val="28"/>
      <w:sz w:val="32"/>
      <w:szCs w:val="32"/>
      <w:lang w:bidi="he-IL"/>
    </w:rPr>
  </w:style>
  <w:style w:type="character" w:styleId="Hyperlink">
    <w:name w:val="Hyperlink"/>
    <w:basedOn w:val="DefaultParagraphFont"/>
    <w:uiPriority w:val="99"/>
    <w:semiHidden/>
    <w:rsid w:val="00B24445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855286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5528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AF67E4"/>
    <w:rPr>
      <w:rFonts w:cs="Times New Roman"/>
      <w:color w:val="6064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unshine.chpc.utah.edu/javalabs/java12/fnm/act1/lab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573</Words>
  <Characters>3268</Characters>
  <Application>Microsoft Office Outlook</Application>
  <DocSecurity>0</DocSecurity>
  <Lines>0</Lines>
  <Paragraphs>0</Paragraphs>
  <ScaleCrop>false</ScaleCrop>
  <Company>SF PREP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student</dc:creator>
  <cp:keywords/>
  <dc:description/>
  <cp:lastModifiedBy>Jeffco</cp:lastModifiedBy>
  <cp:revision>2</cp:revision>
  <dcterms:created xsi:type="dcterms:W3CDTF">2010-07-07T17:30:00Z</dcterms:created>
  <dcterms:modified xsi:type="dcterms:W3CDTF">2010-07-07T17:30:00Z</dcterms:modified>
</cp:coreProperties>
</file>