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81" w:rsidRDefault="00755E81">
      <w:pPr>
        <w:pStyle w:val="Title"/>
      </w:pPr>
      <w:r>
        <w:t>Lesson Plan Template</w:t>
      </w:r>
    </w:p>
    <w:p w:rsidR="00755E81" w:rsidRDefault="00755E81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 xml:space="preserve">Breakthrough </w:t>
      </w:r>
      <w:smartTag w:uri="urn:schemas-microsoft-com:office:smarttags" w:element="place">
        <w:smartTag w:uri="urn:schemas-microsoft-com:office:smarttags" w:element="City">
          <w:r>
            <w:rPr>
              <w:rFonts w:ascii="Trebuchet MS" w:hAnsi="Trebuchet MS"/>
            </w:rPr>
            <w:t>Denver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755E81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55E81" w:rsidRDefault="00755E81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755E81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755E81" w:rsidRPr="00561034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Speed Challenge Lab</w:t>
            </w:r>
          </w:p>
          <w:p w:rsidR="00755E81" w:rsidRPr="00DC1E58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 w:rsidRPr="00DC1E58">
              <w:rPr>
                <w:rFonts w:ascii="Trebuchet MS" w:hAnsi="Trebuchet MS"/>
                <w:color w:val="76923C"/>
                <w:sz w:val="28"/>
              </w:rPr>
              <w:t>Simpson’s Variable Worksheet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755E81" w:rsidRPr="00561034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Print out speed challenge lab and Simpson’s Variable Worksheet</w:t>
            </w:r>
          </w:p>
        </w:tc>
        <w:tc>
          <w:tcPr>
            <w:tcW w:w="4872" w:type="dxa"/>
            <w:tcBorders>
              <w:bottom w:val="nil"/>
            </w:tcBorders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755E81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Do Now(10)</w:t>
            </w:r>
          </w:p>
          <w:p w:rsidR="00755E81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Lab(30)</w:t>
            </w:r>
          </w:p>
          <w:p w:rsidR="00755E81" w:rsidRPr="0081102B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Homework(10)</w:t>
            </w:r>
          </w:p>
          <w:p w:rsidR="00755E81" w:rsidRPr="008136CF" w:rsidRDefault="00755E81">
            <w:pPr>
              <w:rPr>
                <w:rFonts w:ascii="Trebuchet MS" w:hAnsi="Trebuchet MS"/>
                <w:color w:val="76923C"/>
                <w:sz w:val="28"/>
              </w:rPr>
            </w:pPr>
          </w:p>
        </w:tc>
      </w:tr>
      <w:tr w:rsidR="00755E81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55E81" w:rsidRDefault="00755E81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755E81">
        <w:trPr>
          <w:cantSplit/>
        </w:trPr>
        <w:tc>
          <w:tcPr>
            <w:tcW w:w="14616" w:type="dxa"/>
            <w:gridSpan w:val="5"/>
          </w:tcPr>
          <w:p w:rsidR="00755E81" w:rsidRPr="00561034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color w:val="76923C"/>
                <w:sz w:val="28"/>
              </w:rPr>
              <w:t>Read the Speed Challenge lab and write down any questions that you have about the lab</w:t>
            </w:r>
          </w:p>
          <w:p w:rsidR="00755E81" w:rsidRPr="00AB586D" w:rsidRDefault="00755E81" w:rsidP="00AB586D">
            <w:pPr>
              <w:rPr>
                <w:rFonts w:ascii="Trebuchet MS" w:hAnsi="Trebuchet MS"/>
                <w:color w:val="76923C"/>
                <w:sz w:val="28"/>
              </w:rPr>
            </w:pPr>
            <w:r w:rsidRPr="00E96B8C">
              <w:rPr>
                <w:rFonts w:ascii="Trebuchet MS" w:hAnsi="Trebuchet MS"/>
                <w:color w:val="FF0000"/>
                <w:sz w:val="28"/>
              </w:rPr>
              <w:t>Make them write down two questions. Try to never leave anything open ended</w:t>
            </w:r>
            <w:r>
              <w:rPr>
                <w:rFonts w:ascii="Trebuchet MS" w:hAnsi="Trebuchet MS"/>
                <w:color w:val="76923C"/>
                <w:sz w:val="28"/>
              </w:rPr>
              <w:t>. If they could practice a skill with this too that would be great. Find what the scientists are measuring.</w:t>
            </w:r>
          </w:p>
        </w:tc>
      </w:tr>
      <w:tr w:rsidR="00755E81">
        <w:trPr>
          <w:cantSplit/>
        </w:trPr>
        <w:tc>
          <w:tcPr>
            <w:tcW w:w="7308" w:type="dxa"/>
            <w:gridSpan w:val="3"/>
          </w:tcPr>
          <w:p w:rsidR="00755E81" w:rsidRDefault="00755E81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 </w:t>
            </w:r>
            <w:r>
              <w:rPr>
                <w:rFonts w:ascii="Trebuchet MS" w:hAnsi="Trebuchet MS"/>
                <w:color w:val="76923C"/>
                <w:sz w:val="28"/>
              </w:rPr>
              <w:t>Practice independent and dependent variables and hypothesis</w:t>
            </w:r>
          </w:p>
          <w:p w:rsidR="00755E81" w:rsidRPr="00E96B8C" w:rsidRDefault="00755E81" w:rsidP="002373DE">
            <w:pPr>
              <w:rPr>
                <w:rFonts w:ascii="Trebuchet MS" w:hAnsi="Trebuchet MS"/>
                <w:color w:val="FF0000"/>
                <w:sz w:val="28"/>
              </w:rPr>
            </w:pPr>
            <w:r w:rsidRPr="00E96B8C">
              <w:rPr>
                <w:rFonts w:ascii="Trebuchet MS" w:hAnsi="Trebuchet MS"/>
                <w:color w:val="FF0000"/>
                <w:sz w:val="28"/>
              </w:rPr>
              <w:t xml:space="preserve">You have to find skill within this lab that students will be able to do (measuring, finding the independent variable etc). </w:t>
            </w:r>
          </w:p>
          <w:p w:rsidR="00755E81" w:rsidRPr="0060260E" w:rsidRDefault="00755E81" w:rsidP="002373DE">
            <w:pPr>
              <w:rPr>
                <w:rFonts w:ascii="Trebuchet MS" w:hAnsi="Trebuchet MS"/>
                <w:color w:val="76923C"/>
                <w:sz w:val="28"/>
              </w:rPr>
            </w:pPr>
          </w:p>
        </w:tc>
        <w:tc>
          <w:tcPr>
            <w:tcW w:w="7308" w:type="dxa"/>
            <w:gridSpan w:val="2"/>
          </w:tcPr>
          <w:p w:rsidR="00755E81" w:rsidRDefault="00755E81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755E81" w:rsidRDefault="00755E81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color w:val="76923C"/>
                <w:sz w:val="28"/>
              </w:rPr>
              <w:t>Complete the lab successfully</w:t>
            </w:r>
            <w:r>
              <w:rPr>
                <w:rFonts w:ascii="Trebuchet MS" w:hAnsi="Trebuchet MS"/>
                <w:color w:val="76923C"/>
                <w:sz w:val="28"/>
              </w:rPr>
              <w:br/>
            </w:r>
          </w:p>
          <w:p w:rsidR="00755E81" w:rsidRDefault="00755E81" w:rsidP="002373DE">
            <w:pPr>
              <w:rPr>
                <w:rFonts w:ascii="Trebuchet MS" w:hAnsi="Trebuchet MS"/>
                <w:color w:val="FF0000"/>
                <w:sz w:val="28"/>
              </w:rPr>
            </w:pPr>
            <w:r>
              <w:rPr>
                <w:rFonts w:ascii="Trebuchet MS" w:hAnsi="Trebuchet MS"/>
                <w:color w:val="FF0000"/>
                <w:sz w:val="28"/>
              </w:rPr>
              <w:t>What will students be able to do by the end of class?</w:t>
            </w:r>
          </w:p>
          <w:p w:rsidR="00755E81" w:rsidRPr="00E96B8C" w:rsidRDefault="00755E81" w:rsidP="002373DE">
            <w:pPr>
              <w:rPr>
                <w:rFonts w:ascii="Trebuchet MS" w:hAnsi="Trebuchet MS"/>
                <w:color w:val="FF0000"/>
                <w:sz w:val="28"/>
              </w:rPr>
            </w:pPr>
          </w:p>
        </w:tc>
      </w:tr>
      <w:tr w:rsidR="00755E81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755E81" w:rsidRPr="005F77BE" w:rsidRDefault="00755E81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color w:val="76923C"/>
                <w:sz w:val="28"/>
              </w:rPr>
              <w:t>To further practice independent and dependent variables and hypothesis</w:t>
            </w:r>
          </w:p>
        </w:tc>
      </w:tr>
      <w:tr w:rsidR="00755E81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55E81" w:rsidRDefault="00755E81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Pr="002F4DE7" w:rsidRDefault="00755E81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Step 1: </w:t>
            </w:r>
            <w:r>
              <w:rPr>
                <w:rFonts w:ascii="Trebuchet MS" w:hAnsi="Trebuchet MS"/>
                <w:color w:val="76923C"/>
                <w:sz w:val="28"/>
              </w:rPr>
              <w:t>Go over Do Now questions</w:t>
            </w:r>
          </w:p>
        </w:tc>
        <w:tc>
          <w:tcPr>
            <w:tcW w:w="12180" w:type="dxa"/>
            <w:gridSpan w:val="4"/>
          </w:tcPr>
          <w:p w:rsidR="00755E81" w:rsidRPr="002F4DE7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>
              <w:rPr>
                <w:rFonts w:ascii="Trebuchet MS" w:hAnsi="Trebuchet MS"/>
                <w:color w:val="76923C"/>
                <w:sz w:val="28"/>
              </w:rPr>
              <w:t>Okay so what questions do you have about the lab?</w:t>
            </w:r>
          </w:p>
          <w:p w:rsidR="00755E81" w:rsidRPr="00C3236B" w:rsidRDefault="00755E81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</w:p>
          <w:p w:rsidR="00755E81" w:rsidRPr="00C3236B" w:rsidRDefault="00755E81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*Do: </w:t>
            </w:r>
            <w:r w:rsidRPr="002F4DE7">
              <w:rPr>
                <w:rFonts w:ascii="Trebuchet MS" w:hAnsi="Trebuchet MS"/>
                <w:color w:val="76923C"/>
                <w:sz w:val="28"/>
              </w:rPr>
              <w:t>Ask questions about the lab</w:t>
            </w: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Pr="002F4DE7" w:rsidRDefault="00755E81" w:rsidP="002373DE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Step 2: </w:t>
            </w:r>
            <w:r>
              <w:rPr>
                <w:rFonts w:ascii="Trebuchet MS" w:hAnsi="Trebuchet MS"/>
                <w:color w:val="76923C"/>
                <w:sz w:val="28"/>
              </w:rPr>
              <w:t>Do the Lab</w:t>
            </w:r>
          </w:p>
        </w:tc>
        <w:tc>
          <w:tcPr>
            <w:tcW w:w="12180" w:type="dxa"/>
            <w:gridSpan w:val="4"/>
          </w:tcPr>
          <w:p w:rsidR="00755E81" w:rsidRPr="00890A5D" w:rsidRDefault="00755E81">
            <w:pPr>
              <w:rPr>
                <w:rFonts w:ascii="Trebuchet MS" w:hAnsi="Trebuchet MS"/>
                <w:color w:val="76923C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>
              <w:rPr>
                <w:rFonts w:ascii="Trebuchet MS" w:hAnsi="Trebuchet MS"/>
                <w:color w:val="76923C"/>
                <w:sz w:val="28"/>
              </w:rPr>
              <w:t>remember the procedures for us going outside, grab materials and let’s go</w:t>
            </w:r>
          </w:p>
          <w:p w:rsidR="00755E81" w:rsidRPr="00E96B8C" w:rsidRDefault="00755E81">
            <w:pPr>
              <w:rPr>
                <w:rFonts w:ascii="Trebuchet MS" w:hAnsi="Trebuchet MS"/>
                <w:color w:val="FF0000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 </w:t>
            </w:r>
            <w:r w:rsidRPr="00E96B8C">
              <w:rPr>
                <w:rFonts w:ascii="Trebuchet MS" w:hAnsi="Trebuchet MS"/>
                <w:color w:val="FF0000"/>
                <w:sz w:val="28"/>
              </w:rPr>
              <w:t xml:space="preserve">I need more here even if you are solely doing the lab. I should see evidence that you have thought about how you will present the skill, model it, practice I and have them do it independently within the lab and how you will keep track of this. 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  <w:p w:rsidR="00755E81" w:rsidRPr="00300A22" w:rsidRDefault="00755E81">
            <w:pPr>
              <w:rPr>
                <w:rFonts w:ascii="Trebuchet MS" w:hAnsi="Trebuchet MS"/>
                <w:color w:val="E36C0A"/>
                <w:sz w:val="28"/>
              </w:rPr>
            </w:pPr>
          </w:p>
          <w:p w:rsidR="00755E81" w:rsidRPr="00300A22" w:rsidRDefault="00755E81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color w:val="E36C0A"/>
                <w:sz w:val="28"/>
              </w:rPr>
              <w:t xml:space="preserve"> </w:t>
            </w: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Pr="007C0903" w:rsidRDefault="00755E81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755E81" w:rsidRPr="00300A22" w:rsidRDefault="00755E81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755E81" w:rsidRDefault="00755E81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</w:p>
          <w:p w:rsidR="00755E81" w:rsidRPr="00E207BB" w:rsidRDefault="00755E81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*Do: </w:t>
            </w: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Pr="007C0903" w:rsidRDefault="00755E81" w:rsidP="002373DE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755E81" w:rsidRPr="00C2122F" w:rsidRDefault="00755E81">
            <w:pPr>
              <w:rPr>
                <w:rFonts w:ascii="Trebuchet MS" w:hAnsi="Trebuchet MS"/>
                <w:color w:val="E36C0A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755E81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  <w:shd w:val="pct30" w:color="auto" w:fill="FFFFFF"/>
          </w:tcPr>
          <w:p w:rsidR="00755E81" w:rsidRDefault="00755E81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755E81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55E81" w:rsidRDefault="00755E81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Time: </w:t>
            </w:r>
          </w:p>
          <w:p w:rsidR="00755E81" w:rsidRPr="00E7588B" w:rsidRDefault="00755E81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55E81" w:rsidRPr="00AB5D5F" w:rsidRDefault="00755E81" w:rsidP="00E32E9B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  <w:p w:rsidR="00755E81" w:rsidRPr="00F52CC0" w:rsidRDefault="00755E81">
            <w:pPr>
              <w:rPr>
                <w:rFonts w:ascii="Trebuchet MS" w:hAnsi="Trebuchet MS"/>
                <w:color w:val="31849B"/>
                <w:sz w:val="28"/>
              </w:rPr>
            </w:pP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Pr="00904F52" w:rsidRDefault="00755E81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Materials: </w:t>
            </w:r>
          </w:p>
          <w:p w:rsidR="00755E81" w:rsidRDefault="00755E81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Group Size: </w:t>
            </w:r>
          </w:p>
        </w:tc>
        <w:tc>
          <w:tcPr>
            <w:tcW w:w="12180" w:type="dxa"/>
            <w:gridSpan w:val="4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  <w:p w:rsidR="00755E81" w:rsidRPr="00F52CC0" w:rsidRDefault="00755E81">
            <w:pPr>
              <w:rPr>
                <w:rFonts w:ascii="Trebuchet MS" w:hAnsi="Trebuchet MS"/>
                <w:color w:val="31849B"/>
                <w:sz w:val="28"/>
              </w:rPr>
            </w:pPr>
          </w:p>
        </w:tc>
      </w:tr>
      <w:tr w:rsidR="00755E81">
        <w:trPr>
          <w:cantSplit/>
        </w:trPr>
        <w:tc>
          <w:tcPr>
            <w:tcW w:w="2436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755E81">
        <w:trPr>
          <w:cantSplit/>
        </w:trPr>
        <w:tc>
          <w:tcPr>
            <w:tcW w:w="2436" w:type="dxa"/>
            <w:tcBorders>
              <w:bottom w:val="nil"/>
            </w:tcBorders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755E81" w:rsidRDefault="00755E81">
            <w:pPr>
              <w:pStyle w:val="Heading3"/>
            </w:pPr>
            <w:r>
              <w:t>Example 4</w:t>
            </w:r>
          </w:p>
        </w:tc>
      </w:tr>
      <w:tr w:rsidR="00755E81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55E81" w:rsidRDefault="00755E81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755E81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  <w:p w:rsidR="00755E81" w:rsidRDefault="00755E81" w:rsidP="00E32E9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Time: </w:t>
            </w:r>
            <w:r w:rsidRPr="00AB5D5F">
              <w:rPr>
                <w:rFonts w:ascii="Trebuchet MS" w:hAnsi="Trebuchet MS"/>
                <w:color w:val="365F91"/>
                <w:sz w:val="28"/>
              </w:rPr>
              <w:t>30 minutes</w:t>
            </w:r>
          </w:p>
          <w:p w:rsidR="00755E81" w:rsidRPr="00E7588B" w:rsidRDefault="00755E81" w:rsidP="00E32E9B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Materials: </w:t>
            </w:r>
            <w:r>
              <w:rPr>
                <w:rFonts w:ascii="Trebuchet MS" w:hAnsi="Trebuchet MS"/>
                <w:color w:val="365F91"/>
                <w:sz w:val="28"/>
              </w:rPr>
              <w:t>Meter tape, tape, stopwatch</w:t>
            </w:r>
          </w:p>
          <w:p w:rsidR="00755E81" w:rsidRDefault="00755E81" w:rsidP="00E32E9B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Group Size: </w:t>
            </w:r>
            <w:r>
              <w:rPr>
                <w:rFonts w:ascii="Trebuchet MS" w:hAnsi="Trebuchet MS"/>
                <w:color w:val="365F91"/>
                <w:sz w:val="28"/>
              </w:rPr>
              <w:t>½ class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755E81" w:rsidRPr="00E32E9B" w:rsidRDefault="00755E81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>Complete the lab successfully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</w:tc>
      </w:tr>
      <w:tr w:rsidR="00755E81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755E81" w:rsidRDefault="00755E81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755E81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755E81" w:rsidRPr="00E32E9B" w:rsidRDefault="00755E81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>Complete the Simpson’s Variable Worksheet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</w:tc>
      </w:tr>
      <w:tr w:rsidR="00755E81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755E81" w:rsidRDefault="00755E81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755E81">
        <w:trPr>
          <w:cantSplit/>
        </w:trPr>
        <w:tc>
          <w:tcPr>
            <w:tcW w:w="14616" w:type="dxa"/>
            <w:gridSpan w:val="5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755E81" w:rsidRPr="00E32E9B" w:rsidRDefault="00755E81">
            <w:pPr>
              <w:rPr>
                <w:rFonts w:ascii="Trebuchet MS" w:hAnsi="Trebuchet MS"/>
                <w:color w:val="365F91"/>
                <w:sz w:val="28"/>
              </w:rPr>
            </w:pPr>
            <w:r>
              <w:rPr>
                <w:rFonts w:ascii="Trebuchet MS" w:hAnsi="Trebuchet MS"/>
                <w:color w:val="365F91"/>
                <w:sz w:val="28"/>
              </w:rPr>
              <w:t>Write down homework and get Rap sheet signed. Start homework so I can model what I want the work to look like</w:t>
            </w:r>
          </w:p>
          <w:p w:rsidR="00755E81" w:rsidRDefault="00755E81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755E81" w:rsidRDefault="00755E81">
      <w:pPr>
        <w:rPr>
          <w:rFonts w:ascii="Trebuchet MS" w:hAnsi="Trebuchet MS"/>
          <w:sz w:val="28"/>
        </w:rPr>
      </w:pPr>
    </w:p>
    <w:p w:rsidR="00755E81" w:rsidRDefault="00755E81">
      <w:pPr>
        <w:rPr>
          <w:rFonts w:ascii="Trebuchet MS" w:hAnsi="Trebuchet MS"/>
          <w:sz w:val="28"/>
        </w:rPr>
      </w:pPr>
    </w:p>
    <w:p w:rsidR="00755E81" w:rsidRDefault="00755E81">
      <w:pPr>
        <w:rPr>
          <w:rFonts w:ascii="Trebuchet MS" w:hAnsi="Trebuchet MS"/>
          <w:sz w:val="28"/>
        </w:rPr>
      </w:pPr>
    </w:p>
    <w:p w:rsidR="00755E81" w:rsidRDefault="00755E81">
      <w:pPr>
        <w:rPr>
          <w:rFonts w:ascii="Trebuchet MS" w:hAnsi="Trebuchet MS"/>
          <w:sz w:val="28"/>
        </w:rPr>
      </w:pPr>
    </w:p>
    <w:p w:rsidR="00755E81" w:rsidRDefault="00755E81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755E81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755E81" w:rsidRDefault="00755E81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755E81">
        <w:trPr>
          <w:trHeight w:val="4922"/>
        </w:trPr>
        <w:tc>
          <w:tcPr>
            <w:tcW w:w="4872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</w:tc>
      </w:tr>
      <w:tr w:rsidR="00755E81">
        <w:trPr>
          <w:trHeight w:val="5021"/>
        </w:trPr>
        <w:tc>
          <w:tcPr>
            <w:tcW w:w="4872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755E81" w:rsidRDefault="00755E81">
            <w:pPr>
              <w:rPr>
                <w:rFonts w:ascii="Trebuchet MS" w:hAnsi="Trebuchet MS"/>
                <w:sz w:val="28"/>
              </w:rPr>
            </w:pPr>
          </w:p>
        </w:tc>
      </w:tr>
    </w:tbl>
    <w:p w:rsidR="00755E81" w:rsidRDefault="00755E81">
      <w:pPr>
        <w:rPr>
          <w:rFonts w:ascii="Trebuchet MS" w:hAnsi="Trebuchet MS"/>
          <w:sz w:val="28"/>
        </w:rPr>
      </w:pPr>
    </w:p>
    <w:sectPr w:rsidR="00755E81" w:rsidSect="00413EF8">
      <w:pgSz w:w="15840" w:h="12240" w:orient="landscape" w:code="1"/>
      <w:pgMar w:top="81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41720"/>
    <w:rsid w:val="0004597A"/>
    <w:rsid w:val="000C0866"/>
    <w:rsid w:val="000F1E9B"/>
    <w:rsid w:val="0010276A"/>
    <w:rsid w:val="00111F0A"/>
    <w:rsid w:val="0013075A"/>
    <w:rsid w:val="001365DD"/>
    <w:rsid w:val="00144F86"/>
    <w:rsid w:val="00166D57"/>
    <w:rsid w:val="002373DE"/>
    <w:rsid w:val="00247B97"/>
    <w:rsid w:val="002F4DE7"/>
    <w:rsid w:val="00300A22"/>
    <w:rsid w:val="003056CC"/>
    <w:rsid w:val="00413EF8"/>
    <w:rsid w:val="00447163"/>
    <w:rsid w:val="00476E3A"/>
    <w:rsid w:val="004776F4"/>
    <w:rsid w:val="00543A53"/>
    <w:rsid w:val="00561034"/>
    <w:rsid w:val="005F77BE"/>
    <w:rsid w:val="0060260E"/>
    <w:rsid w:val="0061237E"/>
    <w:rsid w:val="006336BB"/>
    <w:rsid w:val="006627ED"/>
    <w:rsid w:val="00735469"/>
    <w:rsid w:val="00755E81"/>
    <w:rsid w:val="007C0903"/>
    <w:rsid w:val="00805096"/>
    <w:rsid w:val="0081102B"/>
    <w:rsid w:val="008136CF"/>
    <w:rsid w:val="008319C3"/>
    <w:rsid w:val="00890A5D"/>
    <w:rsid w:val="00904F52"/>
    <w:rsid w:val="009345F7"/>
    <w:rsid w:val="00A12B25"/>
    <w:rsid w:val="00A21516"/>
    <w:rsid w:val="00A3473E"/>
    <w:rsid w:val="00AB586D"/>
    <w:rsid w:val="00AB5D5F"/>
    <w:rsid w:val="00BD3A19"/>
    <w:rsid w:val="00BF44AF"/>
    <w:rsid w:val="00C2122F"/>
    <w:rsid w:val="00C24F1E"/>
    <w:rsid w:val="00C30B43"/>
    <w:rsid w:val="00C3236B"/>
    <w:rsid w:val="00C625A8"/>
    <w:rsid w:val="00D21BB3"/>
    <w:rsid w:val="00D825AF"/>
    <w:rsid w:val="00D847DB"/>
    <w:rsid w:val="00DC0F8D"/>
    <w:rsid w:val="00DC1E58"/>
    <w:rsid w:val="00E207BB"/>
    <w:rsid w:val="00E32E9B"/>
    <w:rsid w:val="00E54154"/>
    <w:rsid w:val="00E709A2"/>
    <w:rsid w:val="00E72AD5"/>
    <w:rsid w:val="00E7588B"/>
    <w:rsid w:val="00E96B8C"/>
    <w:rsid w:val="00EB256F"/>
    <w:rsid w:val="00EC4449"/>
    <w:rsid w:val="00F25FBA"/>
    <w:rsid w:val="00F44A30"/>
    <w:rsid w:val="00F52CC0"/>
    <w:rsid w:val="00FA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sz w:val="20"/>
      <w:szCs w:val="20"/>
      <w:lang w:bidi="he-I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3941"/>
    <w:rPr>
      <w:rFonts w:asciiTheme="majorHAnsi" w:eastAsiaTheme="majorEastAsia" w:hAnsiTheme="majorHAnsi" w:cstheme="majorBidi"/>
      <w:b/>
      <w:bCs/>
      <w:kern w:val="32"/>
      <w:sz w:val="32"/>
      <w:szCs w:val="32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3941"/>
    <w:rPr>
      <w:rFonts w:asciiTheme="majorHAnsi" w:eastAsiaTheme="majorEastAsia" w:hAnsiTheme="majorHAnsi" w:cstheme="majorBidi"/>
      <w:b/>
      <w:bCs/>
      <w:i/>
      <w:iCs/>
      <w:sz w:val="28"/>
      <w:szCs w:val="28"/>
      <w:lang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941"/>
    <w:rPr>
      <w:rFonts w:asciiTheme="majorHAnsi" w:eastAsiaTheme="majorEastAsia" w:hAnsiTheme="majorHAnsi" w:cstheme="majorBidi"/>
      <w:b/>
      <w:bCs/>
      <w:sz w:val="26"/>
      <w:szCs w:val="26"/>
      <w:lang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941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paragraph" w:styleId="Title">
    <w:name w:val="Title"/>
    <w:basedOn w:val="Normal"/>
    <w:link w:val="TitleChar"/>
    <w:uiPriority w:val="99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413941"/>
    <w:rPr>
      <w:rFonts w:asciiTheme="majorHAnsi" w:eastAsiaTheme="majorEastAsia" w:hAnsiTheme="majorHAnsi" w:cstheme="majorBidi"/>
      <w:b/>
      <w:bCs/>
      <w:kern w:val="28"/>
      <w:sz w:val="32"/>
      <w:szCs w:val="32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358</Words>
  <Characters>2045</Characters>
  <Application>Microsoft Office Outlook</Application>
  <DocSecurity>0</DocSecurity>
  <Lines>0</Lines>
  <Paragraphs>0</Paragraphs>
  <ScaleCrop>false</ScaleCrop>
  <Company>SF PREP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student</dc:creator>
  <cp:keywords/>
  <dc:description/>
  <cp:lastModifiedBy>Jeffco</cp:lastModifiedBy>
  <cp:revision>2</cp:revision>
  <dcterms:created xsi:type="dcterms:W3CDTF">2010-07-07T17:45:00Z</dcterms:created>
  <dcterms:modified xsi:type="dcterms:W3CDTF">2010-07-07T17:45:00Z</dcterms:modified>
</cp:coreProperties>
</file>